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192" w:rsidRDefault="00C32192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Приложение 7</w:t>
      </w:r>
    </w:p>
    <w:p w:rsidR="00C32192" w:rsidRDefault="00C32192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к Решению Совета МО</w:t>
      </w:r>
    </w:p>
    <w:p w:rsidR="00C32192" w:rsidRDefault="00C32192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«Сельское поселение село Пироговка </w:t>
      </w:r>
    </w:p>
    <w:p w:rsidR="00C32192" w:rsidRDefault="00C32192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Ахтубинского муниципального района </w:t>
      </w:r>
    </w:p>
    <w:p w:rsidR="00C32192" w:rsidRPr="00B85F50" w:rsidRDefault="00C32192" w:rsidP="00E44C11">
      <w:pPr>
        <w:jc w:val="right"/>
        <w:rPr>
          <w:sz w:val="20"/>
          <w:szCs w:val="20"/>
        </w:rPr>
      </w:pPr>
      <w:r>
        <w:rPr>
          <w:sz w:val="20"/>
          <w:szCs w:val="20"/>
        </w:rPr>
        <w:t>Астраханской области»</w:t>
      </w:r>
    </w:p>
    <w:p w:rsidR="00C32192" w:rsidRPr="00846596" w:rsidRDefault="00C32192" w:rsidP="00B85F50">
      <w:pPr>
        <w:rPr>
          <w:sz w:val="20"/>
          <w:szCs w:val="20"/>
        </w:rPr>
      </w:pPr>
      <w:r w:rsidRPr="00846596"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</w:t>
      </w:r>
      <w:r w:rsidRPr="00846596">
        <w:rPr>
          <w:sz w:val="20"/>
          <w:szCs w:val="20"/>
        </w:rPr>
        <w:t>№</w:t>
      </w:r>
      <w:r>
        <w:rPr>
          <w:sz w:val="20"/>
          <w:szCs w:val="20"/>
        </w:rPr>
        <w:t xml:space="preserve"> ____</w:t>
      </w:r>
      <w:r w:rsidRPr="00846596">
        <w:rPr>
          <w:sz w:val="20"/>
          <w:szCs w:val="20"/>
        </w:rPr>
        <w:t xml:space="preserve">  от</w:t>
      </w:r>
      <w:r>
        <w:rPr>
          <w:sz w:val="20"/>
          <w:szCs w:val="20"/>
        </w:rPr>
        <w:t xml:space="preserve"> __________</w:t>
      </w:r>
    </w:p>
    <w:p w:rsidR="00C32192" w:rsidRDefault="00C32192" w:rsidP="00455638"/>
    <w:p w:rsidR="00C32192" w:rsidRDefault="00C32192" w:rsidP="00B85F50">
      <w:pPr>
        <w:ind w:firstLine="300"/>
        <w:jc w:val="center"/>
      </w:pPr>
      <w:r>
        <w:t> </w:t>
      </w:r>
    </w:p>
    <w:p w:rsidR="00C32192" w:rsidRPr="00733BCC" w:rsidRDefault="00C32192" w:rsidP="00733BCC">
      <w:pPr>
        <w:ind w:firstLine="300"/>
        <w:jc w:val="center"/>
      </w:pPr>
      <w:r w:rsidRPr="00733BCC">
        <w:t> </w:t>
      </w:r>
    </w:p>
    <w:p w:rsidR="00C32192" w:rsidRPr="00B00D72" w:rsidRDefault="00C32192" w:rsidP="00B00D72">
      <w:pPr>
        <w:ind w:firstLine="300"/>
        <w:jc w:val="center"/>
        <w:rPr>
          <w:b/>
        </w:rPr>
      </w:pPr>
      <w:r w:rsidRPr="00B00D72">
        <w:rPr>
          <w:b/>
        </w:rPr>
        <w:t xml:space="preserve">Программа  муниципальных внутренних  заимствований </w:t>
      </w:r>
    </w:p>
    <w:p w:rsidR="00C32192" w:rsidRPr="00B00D72" w:rsidRDefault="00C32192" w:rsidP="00B00D72">
      <w:pPr>
        <w:ind w:firstLine="300"/>
        <w:jc w:val="center"/>
        <w:rPr>
          <w:b/>
          <w:sz w:val="28"/>
          <w:szCs w:val="28"/>
        </w:rPr>
      </w:pPr>
      <w:r w:rsidRPr="00B00D72">
        <w:rPr>
          <w:b/>
        </w:rPr>
        <w:t xml:space="preserve">МО «Сельское поселение село Пироговка Ахтубинского муниципального района Астраханской области» на </w:t>
      </w:r>
      <w:r>
        <w:rPr>
          <w:b/>
        </w:rPr>
        <w:t>2025</w:t>
      </w:r>
      <w:r w:rsidRPr="00B00D72">
        <w:rPr>
          <w:b/>
        </w:rPr>
        <w:t>г.</w:t>
      </w:r>
    </w:p>
    <w:p w:rsidR="00C32192" w:rsidRPr="00733BCC" w:rsidRDefault="00C32192" w:rsidP="00F73176">
      <w:pPr>
        <w:ind w:firstLine="300"/>
        <w:jc w:val="right"/>
      </w:pPr>
      <w:r w:rsidRPr="00F73176">
        <w:t>тыс. рублей</w:t>
      </w:r>
    </w:p>
    <w:tbl>
      <w:tblPr>
        <w:tblpPr w:leftFromText="180" w:rightFromText="180" w:vertAnchor="text" w:horzAnchor="margin" w:tblpXSpec="center" w:tblpY="169"/>
        <w:tblW w:w="9540" w:type="dxa"/>
        <w:tblLook w:val="00A0"/>
      </w:tblPr>
      <w:tblGrid>
        <w:gridCol w:w="7460"/>
        <w:gridCol w:w="2080"/>
      </w:tblGrid>
      <w:tr w:rsidR="00C32192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2192" w:rsidRPr="00733BCC" w:rsidRDefault="00C32192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32192" w:rsidRPr="00733BCC" w:rsidRDefault="00C32192" w:rsidP="00F731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  <w:bookmarkStart w:id="0" w:name="_GoBack"/>
            <w:bookmarkEnd w:id="0"/>
          </w:p>
        </w:tc>
      </w:tr>
      <w:tr w:rsidR="00C32192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2192" w:rsidRPr="00733BCC" w:rsidRDefault="00C32192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32192" w:rsidRPr="00733BCC" w:rsidRDefault="00C32192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2</w:t>
            </w:r>
          </w:p>
        </w:tc>
      </w:tr>
      <w:tr w:rsidR="00C32192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2192" w:rsidRPr="00733BCC" w:rsidRDefault="00C32192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32192" w:rsidRPr="00733BCC" w:rsidRDefault="00C32192" w:rsidP="00733BCC">
            <w:pPr>
              <w:jc w:val="right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0,0</w:t>
            </w:r>
            <w:r>
              <w:rPr>
                <w:b/>
                <w:bCs/>
                <w:sz w:val="28"/>
                <w:szCs w:val="28"/>
              </w:rPr>
              <w:t>0000</w:t>
            </w:r>
          </w:p>
        </w:tc>
      </w:tr>
      <w:tr w:rsidR="00C32192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2192" w:rsidRPr="00733BCC" w:rsidRDefault="00C32192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32192" w:rsidRPr="00733BCC" w:rsidRDefault="00C32192" w:rsidP="00733BCC">
            <w:pPr>
              <w:jc w:val="right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C32192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2192" w:rsidRPr="00733BCC" w:rsidRDefault="00C32192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32192" w:rsidRPr="00733BCC" w:rsidRDefault="00C32192" w:rsidP="00733BCC">
            <w:pPr>
              <w:jc w:val="right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C32192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92" w:rsidRPr="00733BCC" w:rsidRDefault="00C32192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192" w:rsidRPr="00733BCC" w:rsidRDefault="00C32192" w:rsidP="00733BCC">
            <w:pPr>
              <w:jc w:val="right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0,00</w:t>
            </w:r>
            <w:r>
              <w:rPr>
                <w:b/>
                <w:bCs/>
                <w:sz w:val="28"/>
                <w:szCs w:val="28"/>
              </w:rPr>
              <w:t>000</w:t>
            </w:r>
          </w:p>
        </w:tc>
      </w:tr>
      <w:tr w:rsidR="00C32192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192" w:rsidRPr="00733BCC" w:rsidRDefault="00C32192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192" w:rsidRPr="00733BCC" w:rsidRDefault="00C32192" w:rsidP="00733BCC">
            <w:pPr>
              <w:jc w:val="right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>000</w:t>
            </w:r>
          </w:p>
        </w:tc>
      </w:tr>
      <w:tr w:rsidR="00C32192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2192" w:rsidRPr="00733BCC" w:rsidRDefault="00C32192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192" w:rsidRPr="00733BCC" w:rsidRDefault="00C32192" w:rsidP="00733BCC">
            <w:pPr>
              <w:jc w:val="right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C32192" w:rsidRPr="00733BCC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92" w:rsidRPr="00733BCC" w:rsidRDefault="00C32192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192" w:rsidRPr="00733BCC" w:rsidRDefault="00C32192" w:rsidP="00733BCC">
            <w:pPr>
              <w:jc w:val="right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0,00</w:t>
            </w:r>
            <w:r>
              <w:rPr>
                <w:b/>
                <w:bCs/>
                <w:sz w:val="28"/>
                <w:szCs w:val="28"/>
              </w:rPr>
              <w:t>000</w:t>
            </w:r>
          </w:p>
        </w:tc>
      </w:tr>
      <w:tr w:rsidR="00C32192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192" w:rsidRPr="00733BCC" w:rsidRDefault="00C32192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192" w:rsidRPr="00733BCC" w:rsidRDefault="00C32192" w:rsidP="00733BCC">
            <w:pPr>
              <w:jc w:val="right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>000</w:t>
            </w:r>
          </w:p>
        </w:tc>
      </w:tr>
      <w:tr w:rsidR="00C32192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2192" w:rsidRPr="00733BCC" w:rsidRDefault="00C32192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192" w:rsidRPr="00733BCC" w:rsidRDefault="00C32192" w:rsidP="00733BCC">
            <w:pPr>
              <w:jc w:val="right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</w:tbl>
    <w:p w:rsidR="00C32192" w:rsidRDefault="00C32192" w:rsidP="00727979"/>
    <w:p w:rsidR="00C32192" w:rsidRDefault="00C32192" w:rsidP="00727979"/>
    <w:p w:rsidR="00C32192" w:rsidRDefault="00C32192" w:rsidP="00727979">
      <w:r>
        <w:t xml:space="preserve">        Верно:</w:t>
      </w:r>
    </w:p>
    <w:p w:rsidR="00C32192" w:rsidRDefault="00C32192" w:rsidP="00727979"/>
    <w:p w:rsidR="00C32192" w:rsidRPr="00733BCC" w:rsidRDefault="00C32192" w:rsidP="00727979"/>
    <w:sectPr w:rsidR="00C32192" w:rsidRPr="00733BCC" w:rsidSect="00B85F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192" w:rsidRDefault="00C32192" w:rsidP="00B85F50">
      <w:r>
        <w:separator/>
      </w:r>
    </w:p>
  </w:endnote>
  <w:endnote w:type="continuationSeparator" w:id="0">
    <w:p w:rsidR="00C32192" w:rsidRDefault="00C32192" w:rsidP="00B85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192" w:rsidRDefault="00C3219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192" w:rsidRDefault="00C3219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192" w:rsidRDefault="00C321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192" w:rsidRDefault="00C32192" w:rsidP="00B85F50">
      <w:r>
        <w:separator/>
      </w:r>
    </w:p>
  </w:footnote>
  <w:footnote w:type="continuationSeparator" w:id="0">
    <w:p w:rsidR="00C32192" w:rsidRDefault="00C32192" w:rsidP="00B85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192" w:rsidRDefault="00C3219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192" w:rsidRDefault="00C3219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192" w:rsidRDefault="00C3219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92C"/>
    <w:rsid w:val="0005778A"/>
    <w:rsid w:val="000A4613"/>
    <w:rsid w:val="000E499B"/>
    <w:rsid w:val="0014316C"/>
    <w:rsid w:val="001E2493"/>
    <w:rsid w:val="002138EE"/>
    <w:rsid w:val="00215DCA"/>
    <w:rsid w:val="002506BF"/>
    <w:rsid w:val="00277839"/>
    <w:rsid w:val="002A71C7"/>
    <w:rsid w:val="002B2117"/>
    <w:rsid w:val="002D392C"/>
    <w:rsid w:val="002E4867"/>
    <w:rsid w:val="00336821"/>
    <w:rsid w:val="00340137"/>
    <w:rsid w:val="003460AE"/>
    <w:rsid w:val="00387525"/>
    <w:rsid w:val="003B5FC1"/>
    <w:rsid w:val="003D7CFE"/>
    <w:rsid w:val="003E07DB"/>
    <w:rsid w:val="00401785"/>
    <w:rsid w:val="00416D7C"/>
    <w:rsid w:val="004528E0"/>
    <w:rsid w:val="00455638"/>
    <w:rsid w:val="004557F9"/>
    <w:rsid w:val="004918EA"/>
    <w:rsid w:val="00554BD8"/>
    <w:rsid w:val="00581385"/>
    <w:rsid w:val="005A32EA"/>
    <w:rsid w:val="005D4727"/>
    <w:rsid w:val="00604568"/>
    <w:rsid w:val="0061626C"/>
    <w:rsid w:val="00630807"/>
    <w:rsid w:val="00665FB7"/>
    <w:rsid w:val="006D68C3"/>
    <w:rsid w:val="006E6A6B"/>
    <w:rsid w:val="007247AD"/>
    <w:rsid w:val="00727979"/>
    <w:rsid w:val="00733BCC"/>
    <w:rsid w:val="00742E92"/>
    <w:rsid w:val="00782AC6"/>
    <w:rsid w:val="00835BF0"/>
    <w:rsid w:val="00846596"/>
    <w:rsid w:val="0086707A"/>
    <w:rsid w:val="00870118"/>
    <w:rsid w:val="00876F18"/>
    <w:rsid w:val="008922EA"/>
    <w:rsid w:val="009005F0"/>
    <w:rsid w:val="00901096"/>
    <w:rsid w:val="00941B74"/>
    <w:rsid w:val="009720C9"/>
    <w:rsid w:val="009B2E6E"/>
    <w:rsid w:val="009E049E"/>
    <w:rsid w:val="00A10035"/>
    <w:rsid w:val="00A10345"/>
    <w:rsid w:val="00A259C3"/>
    <w:rsid w:val="00A9221C"/>
    <w:rsid w:val="00AE3E8B"/>
    <w:rsid w:val="00AF467F"/>
    <w:rsid w:val="00B00D72"/>
    <w:rsid w:val="00B1175B"/>
    <w:rsid w:val="00B12167"/>
    <w:rsid w:val="00B15511"/>
    <w:rsid w:val="00B52924"/>
    <w:rsid w:val="00B85F50"/>
    <w:rsid w:val="00C32192"/>
    <w:rsid w:val="00C61D29"/>
    <w:rsid w:val="00C63D11"/>
    <w:rsid w:val="00C6621F"/>
    <w:rsid w:val="00C9649E"/>
    <w:rsid w:val="00CA3B3D"/>
    <w:rsid w:val="00D356AC"/>
    <w:rsid w:val="00D5145A"/>
    <w:rsid w:val="00D6566E"/>
    <w:rsid w:val="00D75970"/>
    <w:rsid w:val="00E16220"/>
    <w:rsid w:val="00E27E07"/>
    <w:rsid w:val="00E44C11"/>
    <w:rsid w:val="00EC4288"/>
    <w:rsid w:val="00EE7805"/>
    <w:rsid w:val="00EF3E28"/>
    <w:rsid w:val="00F028D4"/>
    <w:rsid w:val="00F075E2"/>
    <w:rsid w:val="00F17C75"/>
    <w:rsid w:val="00F47A0A"/>
    <w:rsid w:val="00F73176"/>
    <w:rsid w:val="00F85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964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649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B00D72"/>
    <w:pPr>
      <w:spacing w:before="100" w:beforeAutospacing="1" w:after="119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54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194</Words>
  <Characters>1112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28</cp:revision>
  <cp:lastPrinted>2023-11-11T05:24:00Z</cp:lastPrinted>
  <dcterms:created xsi:type="dcterms:W3CDTF">2015-11-17T11:45:00Z</dcterms:created>
  <dcterms:modified xsi:type="dcterms:W3CDTF">2024-11-07T03:31:00Z</dcterms:modified>
</cp:coreProperties>
</file>